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662EC" w14:textId="718040EA" w:rsidR="006E5D65" w:rsidRPr="00E960BB" w:rsidRDefault="00D8678B" w:rsidP="2C40C445">
      <w:pPr>
        <w:spacing w:line="240" w:lineRule="auto"/>
        <w:ind w:firstLine="708"/>
        <w:jc w:val="right"/>
        <w:rPr>
          <w:rFonts w:ascii="Corbel" w:hAnsi="Corbel"/>
          <w:i/>
          <w:iCs/>
        </w:rPr>
      </w:pPr>
      <w:r w:rsidRPr="2C40C445">
        <w:rPr>
          <w:rFonts w:ascii="Corbel" w:hAnsi="Corbel"/>
          <w:i/>
          <w:iCs/>
        </w:rPr>
        <w:t xml:space="preserve">Załącznik nr </w:t>
      </w:r>
      <w:r w:rsidR="006F31E2" w:rsidRPr="2C40C445">
        <w:rPr>
          <w:rFonts w:ascii="Corbel" w:hAnsi="Corbel"/>
          <w:i/>
          <w:iCs/>
        </w:rPr>
        <w:t>1.5</w:t>
      </w:r>
      <w:r w:rsidRPr="2C40C445">
        <w:rPr>
          <w:rFonts w:ascii="Corbel" w:hAnsi="Corbel"/>
          <w:i/>
          <w:iCs/>
        </w:rPr>
        <w:t xml:space="preserve"> do Zarządzenia</w:t>
      </w:r>
      <w:r w:rsidR="002A22BF" w:rsidRPr="2C40C445">
        <w:rPr>
          <w:rFonts w:ascii="Corbel" w:hAnsi="Corbel"/>
          <w:i/>
          <w:iCs/>
        </w:rPr>
        <w:t xml:space="preserve"> Rektora UR </w:t>
      </w:r>
      <w:r w:rsidR="00CD6897" w:rsidRPr="2C40C445">
        <w:rPr>
          <w:rFonts w:ascii="Corbel" w:hAnsi="Corbel"/>
          <w:i/>
          <w:iCs/>
        </w:rPr>
        <w:t xml:space="preserve">nr </w:t>
      </w:r>
      <w:r w:rsidR="00834C5C">
        <w:rPr>
          <w:rFonts w:ascii="Corbel" w:hAnsi="Corbel"/>
          <w:i/>
          <w:iCs/>
        </w:rPr>
        <w:t>61</w:t>
      </w:r>
      <w:r w:rsidR="00F17567" w:rsidRPr="2C40C445">
        <w:rPr>
          <w:rFonts w:ascii="Corbel" w:hAnsi="Corbel"/>
          <w:i/>
          <w:iCs/>
        </w:rPr>
        <w:t>/20</w:t>
      </w:r>
      <w:r w:rsidR="00601DCF" w:rsidRPr="2C40C445">
        <w:rPr>
          <w:rFonts w:ascii="Corbel" w:hAnsi="Corbel"/>
          <w:i/>
          <w:iCs/>
        </w:rPr>
        <w:t>2</w:t>
      </w:r>
      <w:r w:rsidR="00834C5C">
        <w:rPr>
          <w:rFonts w:ascii="Corbel" w:hAnsi="Corbel"/>
          <w:i/>
          <w:iCs/>
        </w:rPr>
        <w:t>5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E5463D" w14:textId="26AE2BA9" w:rsidR="0085747A" w:rsidRPr="009C54AE" w:rsidRDefault="0071620A" w:rsidP="36F1C75A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C40C445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C40C445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CC08E1" w:rsidRPr="2C40C445">
        <w:rPr>
          <w:rFonts w:ascii="Corbel" w:hAnsi="Corbel"/>
          <w:b/>
          <w:bCs/>
          <w:smallCaps/>
          <w:sz w:val="24"/>
          <w:szCs w:val="24"/>
        </w:rPr>
        <w:t>202</w:t>
      </w:r>
      <w:r w:rsidR="00CB2D51">
        <w:rPr>
          <w:rFonts w:ascii="Corbel" w:hAnsi="Corbel"/>
          <w:b/>
          <w:bCs/>
          <w:smallCaps/>
          <w:sz w:val="24"/>
          <w:szCs w:val="24"/>
        </w:rPr>
        <w:t>5</w:t>
      </w:r>
      <w:r w:rsidR="00CC08E1" w:rsidRPr="2C40C445">
        <w:rPr>
          <w:rFonts w:ascii="Corbel" w:hAnsi="Corbel"/>
          <w:b/>
          <w:bCs/>
          <w:smallCaps/>
          <w:sz w:val="24"/>
          <w:szCs w:val="24"/>
        </w:rPr>
        <w:t>-202</w:t>
      </w:r>
      <w:r w:rsidR="00CB2D51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2C40C445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74117FB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535E7">
        <w:rPr>
          <w:rFonts w:ascii="Corbel" w:hAnsi="Corbel"/>
          <w:i/>
          <w:sz w:val="24"/>
          <w:szCs w:val="24"/>
        </w:rPr>
        <w:t xml:space="preserve">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364B80E" w14:textId="611288E1" w:rsidR="00445970" w:rsidRPr="00834C5C" w:rsidRDefault="00D535E7" w:rsidP="36F1C75A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3531E">
        <w:rPr>
          <w:rFonts w:ascii="Corbel" w:hAnsi="Corbel"/>
          <w:sz w:val="20"/>
          <w:szCs w:val="20"/>
        </w:rPr>
        <w:tab/>
      </w:r>
      <w:r w:rsidRPr="00834C5C">
        <w:rPr>
          <w:rFonts w:ascii="Corbel" w:hAnsi="Corbel"/>
          <w:b/>
          <w:bCs/>
          <w:sz w:val="24"/>
          <w:szCs w:val="24"/>
        </w:rPr>
        <w:t>Rok akademicki 202</w:t>
      </w:r>
      <w:r w:rsidR="00CB2D51" w:rsidRPr="00834C5C">
        <w:rPr>
          <w:rFonts w:ascii="Corbel" w:hAnsi="Corbel"/>
          <w:b/>
          <w:bCs/>
          <w:sz w:val="24"/>
          <w:szCs w:val="24"/>
        </w:rPr>
        <w:t>5</w:t>
      </w:r>
      <w:r w:rsidRPr="00834C5C">
        <w:rPr>
          <w:rFonts w:ascii="Corbel" w:hAnsi="Corbel"/>
          <w:b/>
          <w:bCs/>
          <w:sz w:val="24"/>
          <w:szCs w:val="24"/>
        </w:rPr>
        <w:t>/</w:t>
      </w:r>
      <w:r w:rsidR="00CC08E1" w:rsidRPr="00834C5C">
        <w:rPr>
          <w:rFonts w:ascii="Corbel" w:hAnsi="Corbel"/>
          <w:b/>
          <w:bCs/>
          <w:sz w:val="24"/>
          <w:szCs w:val="24"/>
        </w:rPr>
        <w:t>202</w:t>
      </w:r>
      <w:r w:rsidR="00CB2D51" w:rsidRPr="00834C5C">
        <w:rPr>
          <w:rFonts w:ascii="Corbel" w:hAnsi="Corbel"/>
          <w:b/>
          <w:bCs/>
          <w:sz w:val="24"/>
          <w:szCs w:val="24"/>
        </w:rPr>
        <w:t>6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85747A" w:rsidRPr="009C54AE" w14:paraId="2DD27C1D" w14:textId="77777777" w:rsidTr="00834C5C">
        <w:trPr>
          <w:trHeight w:val="545"/>
        </w:trPr>
        <w:tc>
          <w:tcPr>
            <w:tcW w:w="4565" w:type="dxa"/>
            <w:vAlign w:val="center"/>
          </w:tcPr>
          <w:p w14:paraId="59701564" w14:textId="77777777" w:rsidR="0085747A" w:rsidRPr="00F7058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216" w:type="dxa"/>
            <w:vAlign w:val="center"/>
          </w:tcPr>
          <w:p w14:paraId="104A2468" w14:textId="77777777" w:rsidR="0085747A" w:rsidRPr="00D535E7" w:rsidRDefault="0015297A" w:rsidP="0015297A">
            <w:pPr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D535E7">
              <w:rPr>
                <w:rFonts w:ascii="Corbel" w:hAnsi="Corbel"/>
                <w:b/>
                <w:color w:val="000000"/>
                <w:sz w:val="24"/>
                <w:szCs w:val="24"/>
              </w:rPr>
              <w:t xml:space="preserve">Wstęp do socjologii </w:t>
            </w:r>
          </w:p>
        </w:tc>
      </w:tr>
      <w:tr w:rsidR="0085747A" w:rsidRPr="009C54AE" w14:paraId="3DB41AF8" w14:textId="77777777" w:rsidTr="00834C5C">
        <w:tc>
          <w:tcPr>
            <w:tcW w:w="4565" w:type="dxa"/>
            <w:vAlign w:val="center"/>
          </w:tcPr>
          <w:p w14:paraId="4CA29152" w14:textId="77777777" w:rsidR="0085747A" w:rsidRPr="00F7058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F7058F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5216" w:type="dxa"/>
            <w:vAlign w:val="center"/>
          </w:tcPr>
          <w:p w14:paraId="666F054D" w14:textId="56FCDEEE" w:rsidR="0085747A" w:rsidRPr="0015297A" w:rsidRDefault="00E24223" w:rsidP="00E24223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2C40C445">
              <w:rPr>
                <w:rFonts w:ascii="Corbel" w:hAnsi="Corbel"/>
                <w:color w:val="000000" w:themeColor="text1"/>
                <w:sz w:val="24"/>
                <w:szCs w:val="24"/>
              </w:rPr>
              <w:t>S1</w:t>
            </w:r>
            <w:r w:rsidR="00871D0D">
              <w:rPr>
                <w:rFonts w:ascii="Corbel" w:hAnsi="Corbel"/>
                <w:color w:val="000000" w:themeColor="text1"/>
                <w:sz w:val="24"/>
                <w:szCs w:val="24"/>
              </w:rPr>
              <w:t>N</w:t>
            </w:r>
            <w:r w:rsidRPr="2C40C445">
              <w:rPr>
                <w:rFonts w:ascii="Corbel" w:hAnsi="Corbel"/>
                <w:color w:val="000000" w:themeColor="text1"/>
                <w:sz w:val="24"/>
                <w:szCs w:val="24"/>
              </w:rPr>
              <w:t>[1]O_01</w:t>
            </w:r>
          </w:p>
        </w:tc>
      </w:tr>
      <w:tr w:rsidR="0085747A" w:rsidRPr="009C54AE" w14:paraId="5C0172EC" w14:textId="77777777" w:rsidTr="00834C5C">
        <w:tc>
          <w:tcPr>
            <w:tcW w:w="4565" w:type="dxa"/>
            <w:vAlign w:val="center"/>
          </w:tcPr>
          <w:p w14:paraId="249A5C16" w14:textId="77777777" w:rsidR="0085747A" w:rsidRPr="00F7058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="00C05F44" w:rsidRPr="00F7058F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5216" w:type="dxa"/>
            <w:vAlign w:val="center"/>
          </w:tcPr>
          <w:p w14:paraId="7E3E3000" w14:textId="50937AED" w:rsidR="0085747A" w:rsidRPr="0015297A" w:rsidRDefault="00CB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15297A" w:rsidRPr="0015297A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0D684421" w14:textId="77777777" w:rsidTr="00834C5C">
        <w:tc>
          <w:tcPr>
            <w:tcW w:w="4565" w:type="dxa"/>
            <w:vAlign w:val="center"/>
          </w:tcPr>
          <w:p w14:paraId="0A39E105" w14:textId="77777777" w:rsidR="0085747A" w:rsidRPr="00F705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216" w:type="dxa"/>
            <w:vAlign w:val="center"/>
          </w:tcPr>
          <w:p w14:paraId="3FB425F2" w14:textId="5618A3E6" w:rsidR="0085747A" w:rsidRPr="0015297A" w:rsidRDefault="009D2E93" w:rsidP="36F1C7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6F1C75A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208490FA" w14:textId="77777777" w:rsidTr="00834C5C">
        <w:tc>
          <w:tcPr>
            <w:tcW w:w="4565" w:type="dxa"/>
            <w:vAlign w:val="center"/>
          </w:tcPr>
          <w:p w14:paraId="4B835047" w14:textId="77777777" w:rsidR="0085747A" w:rsidRPr="00F705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216" w:type="dxa"/>
            <w:vAlign w:val="center"/>
          </w:tcPr>
          <w:p w14:paraId="63C3E3E5" w14:textId="77777777" w:rsidR="0085747A" w:rsidRPr="0015297A" w:rsidRDefault="001529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CF479FC" w14:textId="77777777" w:rsidTr="00834C5C">
        <w:tc>
          <w:tcPr>
            <w:tcW w:w="4565" w:type="dxa"/>
            <w:vAlign w:val="center"/>
          </w:tcPr>
          <w:p w14:paraId="448A1CED" w14:textId="77777777" w:rsidR="0085747A" w:rsidRPr="00F7058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216" w:type="dxa"/>
            <w:vAlign w:val="center"/>
          </w:tcPr>
          <w:p w14:paraId="5402E90D" w14:textId="77777777" w:rsidR="0085747A" w:rsidRPr="00834C5C" w:rsidRDefault="001529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34C5C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020B26A7" w14:textId="77777777" w:rsidTr="00834C5C">
        <w:tc>
          <w:tcPr>
            <w:tcW w:w="4565" w:type="dxa"/>
            <w:vAlign w:val="center"/>
          </w:tcPr>
          <w:p w14:paraId="04C0481C" w14:textId="77777777" w:rsidR="0085747A" w:rsidRPr="00F705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216" w:type="dxa"/>
            <w:vAlign w:val="center"/>
          </w:tcPr>
          <w:p w14:paraId="4FFABF29" w14:textId="77777777" w:rsidR="0085747A" w:rsidRPr="00834C5C" w:rsidRDefault="001529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34C5C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5B469018" w14:textId="77777777" w:rsidTr="00834C5C">
        <w:tc>
          <w:tcPr>
            <w:tcW w:w="4565" w:type="dxa"/>
            <w:vAlign w:val="center"/>
          </w:tcPr>
          <w:p w14:paraId="7C3992E0" w14:textId="77777777" w:rsidR="0085747A" w:rsidRPr="00F705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216" w:type="dxa"/>
            <w:vAlign w:val="center"/>
          </w:tcPr>
          <w:p w14:paraId="74440E62" w14:textId="364CF399" w:rsidR="0085747A" w:rsidRPr="00834C5C" w:rsidRDefault="00871D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34C5C"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15297A" w:rsidRPr="00834C5C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4F4E120B" w14:textId="77777777" w:rsidTr="00834C5C">
        <w:tc>
          <w:tcPr>
            <w:tcW w:w="4565" w:type="dxa"/>
            <w:vAlign w:val="center"/>
          </w:tcPr>
          <w:p w14:paraId="47AAF248" w14:textId="77777777" w:rsidR="0085747A" w:rsidRPr="00F705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F7058F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F7058F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5216" w:type="dxa"/>
            <w:vAlign w:val="center"/>
          </w:tcPr>
          <w:p w14:paraId="4D31EFEB" w14:textId="77777777" w:rsidR="0085747A" w:rsidRPr="00834C5C" w:rsidRDefault="001529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34C5C">
              <w:rPr>
                <w:rFonts w:ascii="Corbel" w:hAnsi="Corbel"/>
                <w:b w:val="0"/>
                <w:bCs/>
                <w:sz w:val="24"/>
                <w:szCs w:val="24"/>
              </w:rPr>
              <w:t>Rok 1, semestr I</w:t>
            </w:r>
          </w:p>
        </w:tc>
      </w:tr>
      <w:tr w:rsidR="0085747A" w:rsidRPr="009C54AE" w14:paraId="69596EF4" w14:textId="77777777" w:rsidTr="00834C5C">
        <w:tc>
          <w:tcPr>
            <w:tcW w:w="4565" w:type="dxa"/>
            <w:vAlign w:val="center"/>
          </w:tcPr>
          <w:p w14:paraId="5863A118" w14:textId="77777777" w:rsidR="0085747A" w:rsidRPr="00F705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216" w:type="dxa"/>
            <w:vAlign w:val="center"/>
          </w:tcPr>
          <w:p w14:paraId="3CD391BE" w14:textId="6B2F1A84" w:rsidR="0085747A" w:rsidRPr="0015297A" w:rsidRDefault="0015297A" w:rsidP="36F1C7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6F1C75A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73F51518" w14:textId="77777777" w:rsidTr="00834C5C">
        <w:tc>
          <w:tcPr>
            <w:tcW w:w="4565" w:type="dxa"/>
            <w:vAlign w:val="center"/>
          </w:tcPr>
          <w:p w14:paraId="13A990D4" w14:textId="77777777" w:rsidR="00923D7D" w:rsidRPr="00F7058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216" w:type="dxa"/>
            <w:vAlign w:val="center"/>
          </w:tcPr>
          <w:p w14:paraId="4176AF82" w14:textId="77777777" w:rsidR="00923D7D" w:rsidRPr="0015297A" w:rsidRDefault="001529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07CC233C" w14:textId="77777777" w:rsidTr="00834C5C">
        <w:tc>
          <w:tcPr>
            <w:tcW w:w="4565" w:type="dxa"/>
            <w:vAlign w:val="center"/>
          </w:tcPr>
          <w:p w14:paraId="69C2AF6E" w14:textId="77777777" w:rsidR="0085747A" w:rsidRPr="00F705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216" w:type="dxa"/>
            <w:vAlign w:val="center"/>
          </w:tcPr>
          <w:p w14:paraId="612956A6" w14:textId="0565101A" w:rsidR="0085747A" w:rsidRPr="009C54AE" w:rsidRDefault="00CB2D51" w:rsidP="36F1C7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="0085747A" w:rsidRPr="009C54AE" w14:paraId="16930AF9" w14:textId="77777777" w:rsidTr="00834C5C">
        <w:tc>
          <w:tcPr>
            <w:tcW w:w="4565" w:type="dxa"/>
            <w:vAlign w:val="center"/>
          </w:tcPr>
          <w:p w14:paraId="471FE442" w14:textId="77777777" w:rsidR="0085747A" w:rsidRPr="00F705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216" w:type="dxa"/>
            <w:vAlign w:val="center"/>
          </w:tcPr>
          <w:p w14:paraId="0727EACF" w14:textId="08EF2D7D" w:rsidR="00CB2D51" w:rsidRPr="009C54AE" w:rsidRDefault="00CB2D51" w:rsidP="00CB2D5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Witkowska-Paleń, Karolina Cynk</w:t>
            </w:r>
          </w:p>
          <w:p w14:paraId="51D5961E" w14:textId="44DFBBED" w:rsidR="0085747A" w:rsidRPr="009C54AE" w:rsidRDefault="0085747A" w:rsidP="00FC3C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9C54AE" w14:paraId="4A00F406" w14:textId="77777777" w:rsidTr="2C40C445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F7058F" w:rsidRDefault="00015B8F" w:rsidP="00B348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7058F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F7058F" w:rsidRDefault="002B5EA0" w:rsidP="00B348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7058F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F7058F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F7058F" w:rsidRDefault="00015B8F" w:rsidP="00B348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7058F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F7058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F7058F" w:rsidRDefault="00015B8F" w:rsidP="00B348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7058F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F7058F" w:rsidRDefault="00015B8F" w:rsidP="00B348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7058F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F7058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F7058F" w:rsidRDefault="00015B8F" w:rsidP="00B348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7058F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7058F" w:rsidRDefault="00015B8F" w:rsidP="00B348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7058F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F7058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F7058F" w:rsidRDefault="00015B8F" w:rsidP="00B348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7058F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F7058F" w:rsidRDefault="00015B8F" w:rsidP="00B348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7058F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F7058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F7058F" w:rsidRDefault="00015B8F" w:rsidP="00B348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7058F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F7058F" w:rsidRDefault="00015B8F" w:rsidP="00B348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7058F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F7058F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F7058F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9C54AE" w14:paraId="5CAAF031" w14:textId="77777777" w:rsidTr="2C40C445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B3E5" w14:textId="77777777" w:rsidR="00015B8F" w:rsidRPr="009C54AE" w:rsidRDefault="0015297A" w:rsidP="00B348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521DACA" w:rsidR="00015B8F" w:rsidRPr="009C54AE" w:rsidRDefault="00871D0D" w:rsidP="00B348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5297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3216" w14:textId="07567DA1" w:rsidR="00015B8F" w:rsidRPr="009C54AE" w:rsidRDefault="00871D0D" w:rsidP="00B348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5297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015B8F" w:rsidRPr="009C54AE" w:rsidRDefault="0015297A" w:rsidP="00B348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015B8F" w:rsidRPr="009C54AE" w:rsidRDefault="0015297A" w:rsidP="00B348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015B8F" w:rsidRPr="009C54AE" w:rsidRDefault="0015297A" w:rsidP="00B348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015B8F" w:rsidRPr="009C54AE" w:rsidRDefault="0015297A" w:rsidP="00B348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015B8F" w:rsidRPr="009C54AE" w:rsidRDefault="0015297A" w:rsidP="00B348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015B8F" w:rsidRPr="009C54AE" w:rsidRDefault="0015297A" w:rsidP="00B348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15297A" w:rsidP="00B348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5A8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6A8942" w14:textId="77777777" w:rsidR="0085747A" w:rsidRPr="009C54AE" w:rsidRDefault="0015297A" w:rsidP="006B22A5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D535E7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C589127" w14:textId="77777777" w:rsidR="0085747A" w:rsidRPr="009C54AE" w:rsidRDefault="00B3485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A39BB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C8F396" w14:textId="77777777" w:rsidR="007E4187" w:rsidRDefault="007E41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CA6E7" w14:textId="77777777" w:rsidR="009C54AE" w:rsidRDefault="001529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2A3D3E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D0B940D" w14:textId="77777777" w:rsidR="007E4187" w:rsidRPr="009C54AE" w:rsidRDefault="007E418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8B502D" w14:textId="77777777" w:rsidTr="00745302">
        <w:tc>
          <w:tcPr>
            <w:tcW w:w="9670" w:type="dxa"/>
          </w:tcPr>
          <w:p w14:paraId="4894F843" w14:textId="77777777" w:rsidR="0085747A" w:rsidRPr="009C54AE" w:rsidRDefault="001529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</w:t>
            </w:r>
            <w:r w:rsidR="00CC08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wiedza o społeczeństwie na poziomie szkoły ponadpodstawowej.</w:t>
            </w:r>
          </w:p>
        </w:tc>
      </w:tr>
    </w:tbl>
    <w:p w14:paraId="0E27B00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061E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4EAFD9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CFD9CFD" w14:textId="77777777" w:rsidTr="002606EE">
        <w:trPr>
          <w:trHeight w:val="546"/>
        </w:trPr>
        <w:tc>
          <w:tcPr>
            <w:tcW w:w="851" w:type="dxa"/>
            <w:vAlign w:val="center"/>
          </w:tcPr>
          <w:p w14:paraId="5372B5A4" w14:textId="77777777" w:rsidR="0085747A" w:rsidRPr="00F7058F" w:rsidRDefault="0085747A" w:rsidP="007C2D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86739FB" w14:textId="77777777" w:rsidR="0085747A" w:rsidRPr="002606EE" w:rsidRDefault="007C2D2D" w:rsidP="007C2D2D">
            <w:pPr>
              <w:pStyle w:val="Akapitzlist"/>
              <w:shd w:val="clear" w:color="auto" w:fill="FFFFFF"/>
              <w:spacing w:after="0" w:line="240" w:lineRule="auto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Przybliżenie wiedzy na temat socjologii jako o nauki społecznej, jej miejsca</w:t>
            </w:r>
            <w:r w:rsidR="00297DDD" w:rsidRPr="00297DDD">
              <w:rPr>
                <w:rFonts w:ascii="Corbel" w:hAnsi="Corbel"/>
                <w:sz w:val="24"/>
                <w:szCs w:val="24"/>
              </w:rPr>
              <w:t xml:space="preserve"> w systemie nauk i relacjach do innych nauk;</w:t>
            </w:r>
          </w:p>
        </w:tc>
      </w:tr>
      <w:tr w:rsidR="002606EE" w:rsidRPr="009C54AE" w14:paraId="02019FBD" w14:textId="77777777" w:rsidTr="002606EE">
        <w:trPr>
          <w:trHeight w:val="538"/>
        </w:trPr>
        <w:tc>
          <w:tcPr>
            <w:tcW w:w="851" w:type="dxa"/>
            <w:vAlign w:val="center"/>
          </w:tcPr>
          <w:p w14:paraId="550CF7E8" w14:textId="77777777" w:rsidR="002606EE" w:rsidRPr="00F7058F" w:rsidRDefault="007C2D2D" w:rsidP="007C2D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8769B3E" w14:textId="77777777" w:rsidR="002606EE" w:rsidRPr="00297DDD" w:rsidRDefault="007C2D2D" w:rsidP="007C2D2D">
            <w:pPr>
              <w:pStyle w:val="Akapitzlist"/>
              <w:shd w:val="clear" w:color="auto" w:fill="FFFFFF"/>
              <w:spacing w:after="0" w:line="240" w:lineRule="auto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Przybliżenie wiedzy </w:t>
            </w:r>
            <w:r w:rsidR="002606EE" w:rsidRPr="00297DDD">
              <w:rPr>
                <w:rFonts w:ascii="Corbel" w:hAnsi="Corbel"/>
                <w:sz w:val="24"/>
                <w:szCs w:val="24"/>
              </w:rPr>
              <w:t>o różnych rodzajach struktur i ins</w:t>
            </w:r>
            <w:r>
              <w:rPr>
                <w:rFonts w:ascii="Corbel" w:hAnsi="Corbel"/>
                <w:sz w:val="24"/>
                <w:szCs w:val="24"/>
              </w:rPr>
              <w:t xml:space="preserve">tytucji społecznych i ich </w:t>
            </w:r>
            <w:r w:rsidR="002606EE" w:rsidRPr="00297DDD">
              <w:rPr>
                <w:rFonts w:ascii="Corbel" w:hAnsi="Corbel"/>
                <w:sz w:val="24"/>
                <w:szCs w:val="24"/>
              </w:rPr>
              <w:t>istotnych elementach;</w:t>
            </w:r>
          </w:p>
        </w:tc>
      </w:tr>
      <w:tr w:rsidR="002606EE" w:rsidRPr="009C54AE" w14:paraId="70F1AB20" w14:textId="77777777" w:rsidTr="002606EE">
        <w:trPr>
          <w:trHeight w:val="588"/>
        </w:trPr>
        <w:tc>
          <w:tcPr>
            <w:tcW w:w="851" w:type="dxa"/>
            <w:vAlign w:val="center"/>
          </w:tcPr>
          <w:p w14:paraId="53C0B3C4" w14:textId="77777777" w:rsidR="002606EE" w:rsidRPr="00F7058F" w:rsidRDefault="007C2D2D" w:rsidP="007C2D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F078608" w14:textId="77777777" w:rsidR="002606EE" w:rsidRPr="00297DDD" w:rsidRDefault="007C2D2D" w:rsidP="007C2D2D">
            <w:pPr>
              <w:pStyle w:val="Akapitzlist"/>
              <w:shd w:val="clear" w:color="auto" w:fill="FFFFFF"/>
              <w:spacing w:after="0" w:line="240" w:lineRule="auto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</w:t>
            </w:r>
            <w:r w:rsidR="002606EE" w:rsidRPr="00297DDD">
              <w:rPr>
                <w:rFonts w:ascii="Corbel" w:hAnsi="Corbel"/>
                <w:sz w:val="24"/>
                <w:szCs w:val="24"/>
              </w:rPr>
              <w:t>prawidłowej interpretacji zjawisk społecznych w zakresie socjologii;</w:t>
            </w:r>
            <w:r w:rsidR="002606EE" w:rsidRPr="00297DDD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</w:p>
        </w:tc>
      </w:tr>
      <w:tr w:rsidR="002606EE" w:rsidRPr="009C54AE" w14:paraId="2AFC1AE1" w14:textId="77777777" w:rsidTr="002606EE">
        <w:trPr>
          <w:trHeight w:val="801"/>
        </w:trPr>
        <w:tc>
          <w:tcPr>
            <w:tcW w:w="851" w:type="dxa"/>
            <w:vAlign w:val="center"/>
          </w:tcPr>
          <w:p w14:paraId="7C12F916" w14:textId="77777777" w:rsidR="002606EE" w:rsidRPr="00F7058F" w:rsidRDefault="007C2D2D" w:rsidP="007C2D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57FFE33C" w14:textId="77777777" w:rsidR="002606EE" w:rsidRPr="00297DDD" w:rsidRDefault="007C2D2D" w:rsidP="007C2D2D">
            <w:pPr>
              <w:pStyle w:val="Akapitzlist"/>
              <w:shd w:val="clear" w:color="auto" w:fill="FFFFFF"/>
              <w:spacing w:after="0" w:line="240" w:lineRule="auto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umiejętności</w:t>
            </w:r>
            <w:r w:rsidR="002606EE" w:rsidRPr="00297DDD">
              <w:rPr>
                <w:rFonts w:ascii="Corbel" w:hAnsi="Corbel"/>
                <w:sz w:val="24"/>
                <w:szCs w:val="24"/>
              </w:rPr>
              <w:t xml:space="preserve"> wykorzystania wiedzy teoretycznej do analizowania konkretnych procesów i zjawisk społecznych w zakresie socjologii;</w:t>
            </w:r>
          </w:p>
        </w:tc>
      </w:tr>
    </w:tbl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EEC66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E7708" w14:paraId="63583991" w14:textId="77777777" w:rsidTr="00EE7708">
        <w:trPr>
          <w:trHeight w:val="555"/>
        </w:trPr>
        <w:tc>
          <w:tcPr>
            <w:tcW w:w="1701" w:type="dxa"/>
          </w:tcPr>
          <w:p w14:paraId="4FCA5964" w14:textId="77777777" w:rsidR="0085747A" w:rsidRPr="00EE770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0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770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3CD9973" w14:textId="77777777" w:rsidR="0085747A" w:rsidRPr="00EE7708" w:rsidRDefault="00E734B5" w:rsidP="00CC08E1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wyjaśnia </w:t>
            </w:r>
            <w:r w:rsidR="00EE7708" w:rsidRPr="00EE7708">
              <w:rPr>
                <w:rFonts w:ascii="Corbel" w:hAnsi="Corbel"/>
                <w:color w:val="000000"/>
                <w:sz w:val="24"/>
                <w:szCs w:val="24"/>
              </w:rPr>
              <w:t>problemy socjologii jako nauki społecznej, jej miejsce w systemie nauk i relacje do innych nauk</w:t>
            </w:r>
          </w:p>
        </w:tc>
        <w:tc>
          <w:tcPr>
            <w:tcW w:w="1873" w:type="dxa"/>
          </w:tcPr>
          <w:p w14:paraId="5604DD7B" w14:textId="77777777" w:rsidR="0085747A" w:rsidRPr="00EE7708" w:rsidRDefault="0015297A" w:rsidP="00CC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708">
              <w:rPr>
                <w:rFonts w:ascii="Corbel" w:hAnsi="Corbel" w:cs="Calibri"/>
                <w:b w:val="0"/>
                <w:color w:val="000000"/>
              </w:rPr>
              <w:t>KW_01</w:t>
            </w:r>
          </w:p>
        </w:tc>
      </w:tr>
      <w:tr w:rsidR="0085747A" w:rsidRPr="00EE7708" w14:paraId="338CC0E6" w14:textId="77777777" w:rsidTr="005E6E85">
        <w:tc>
          <w:tcPr>
            <w:tcW w:w="1701" w:type="dxa"/>
          </w:tcPr>
          <w:p w14:paraId="56A76B19" w14:textId="77777777" w:rsidR="0085747A" w:rsidRPr="00EE770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0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3B1C3E" w14:textId="77777777" w:rsidR="0085747A" w:rsidRPr="00EE7708" w:rsidRDefault="00E734B5" w:rsidP="00CC08E1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przedstawia </w:t>
            </w:r>
            <w:r w:rsidR="00EE7708" w:rsidRPr="00EE7708">
              <w:rPr>
                <w:rFonts w:ascii="Corbel" w:hAnsi="Corbel"/>
                <w:color w:val="000000"/>
                <w:sz w:val="24"/>
                <w:szCs w:val="24"/>
              </w:rPr>
              <w:t>terminologię socjologiczną</w:t>
            </w:r>
          </w:p>
        </w:tc>
        <w:tc>
          <w:tcPr>
            <w:tcW w:w="1873" w:type="dxa"/>
          </w:tcPr>
          <w:p w14:paraId="46AD0D2F" w14:textId="77777777" w:rsidR="0085747A" w:rsidRPr="00EE7708" w:rsidRDefault="00CC08E1" w:rsidP="00CC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color w:val="000000"/>
              </w:rPr>
              <w:t>KW_02</w:t>
            </w:r>
          </w:p>
        </w:tc>
      </w:tr>
      <w:tr w:rsidR="0085747A" w:rsidRPr="009C54AE" w14:paraId="68DDA50D" w14:textId="77777777" w:rsidTr="005E6E85">
        <w:tc>
          <w:tcPr>
            <w:tcW w:w="1701" w:type="dxa"/>
          </w:tcPr>
          <w:p w14:paraId="41960800" w14:textId="77777777" w:rsidR="0085747A" w:rsidRPr="00EE7708" w:rsidRDefault="00EE7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669BFC3" w14:textId="77777777" w:rsidR="0085747A" w:rsidRPr="00EE7708" w:rsidRDefault="00E734B5" w:rsidP="00CC08E1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analizuje </w:t>
            </w:r>
            <w:r w:rsidR="00EE7708" w:rsidRPr="00EE7708">
              <w:rPr>
                <w:rFonts w:ascii="Corbel" w:hAnsi="Corbel"/>
                <w:color w:val="000000"/>
                <w:sz w:val="24"/>
                <w:szCs w:val="24"/>
              </w:rPr>
              <w:t>różne rodzaje struktur i instytucji społecznych, w szczególności ich istotne elementy</w:t>
            </w:r>
          </w:p>
        </w:tc>
        <w:tc>
          <w:tcPr>
            <w:tcW w:w="1873" w:type="dxa"/>
          </w:tcPr>
          <w:p w14:paraId="269F5E8A" w14:textId="77777777" w:rsidR="0085747A" w:rsidRPr="00EE7708" w:rsidRDefault="00EE7708" w:rsidP="00CC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708">
              <w:rPr>
                <w:rFonts w:ascii="Corbel" w:hAnsi="Corbel" w:cs="Calibri"/>
                <w:b w:val="0"/>
                <w:color w:val="000000"/>
              </w:rPr>
              <w:t>KW_03</w:t>
            </w:r>
          </w:p>
        </w:tc>
      </w:tr>
      <w:tr w:rsidR="00EE7708" w:rsidRPr="009C54AE" w14:paraId="05507166" w14:textId="77777777" w:rsidTr="005E6E85">
        <w:tc>
          <w:tcPr>
            <w:tcW w:w="1701" w:type="dxa"/>
          </w:tcPr>
          <w:p w14:paraId="78C3198C" w14:textId="77777777" w:rsidR="00EE7708" w:rsidRPr="00EE7708" w:rsidRDefault="00EE7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FACA0C7" w14:textId="77777777" w:rsidR="00EE7708" w:rsidRPr="00EE7708" w:rsidRDefault="00E734B5" w:rsidP="00CC08E1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analizuje </w:t>
            </w:r>
            <w:r w:rsidR="00EE7708" w:rsidRPr="00EE7708">
              <w:rPr>
                <w:rFonts w:ascii="Corbel" w:hAnsi="Corbel"/>
                <w:color w:val="000000"/>
                <w:sz w:val="24"/>
                <w:szCs w:val="24"/>
              </w:rPr>
              <w:t>relacje między strukturami i instytucjami społecznymi w skali krajowej, międzynarodowej i międzykulturowej</w:t>
            </w:r>
          </w:p>
        </w:tc>
        <w:tc>
          <w:tcPr>
            <w:tcW w:w="1873" w:type="dxa"/>
          </w:tcPr>
          <w:p w14:paraId="7E5456D9" w14:textId="77777777" w:rsidR="00EE7708" w:rsidRPr="00EE7708" w:rsidRDefault="00EE7708" w:rsidP="00CC08E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color w:val="000000"/>
              </w:rPr>
            </w:pPr>
            <w:r w:rsidRPr="00EE7708">
              <w:rPr>
                <w:rFonts w:ascii="Corbel" w:hAnsi="Corbel" w:cs="Calibri"/>
                <w:b w:val="0"/>
                <w:color w:val="000000"/>
              </w:rPr>
              <w:t>KW_04</w:t>
            </w:r>
          </w:p>
        </w:tc>
      </w:tr>
      <w:tr w:rsidR="00EE7708" w:rsidRPr="009C54AE" w14:paraId="3D7B8BEF" w14:textId="77777777" w:rsidTr="005E6E85">
        <w:tc>
          <w:tcPr>
            <w:tcW w:w="1701" w:type="dxa"/>
          </w:tcPr>
          <w:p w14:paraId="74357262" w14:textId="77777777" w:rsidR="00EE7708" w:rsidRPr="00EE7708" w:rsidRDefault="00EE7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847DCA1" w14:textId="77777777" w:rsidR="00EE7708" w:rsidRPr="00EE7708" w:rsidRDefault="00E734B5" w:rsidP="007C0758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stosuje i </w:t>
            </w:r>
            <w:r w:rsidR="007C0758">
              <w:rPr>
                <w:rFonts w:ascii="Corbel" w:hAnsi="Corbel"/>
                <w:color w:val="000000"/>
                <w:sz w:val="24"/>
                <w:szCs w:val="24"/>
              </w:rPr>
              <w:t>prawidłowo interpretuje</w:t>
            </w:r>
            <w:r w:rsidR="00EE7708" w:rsidRPr="00EE7708">
              <w:rPr>
                <w:rFonts w:ascii="Corbel" w:hAnsi="Corbel"/>
                <w:color w:val="000000"/>
                <w:sz w:val="24"/>
                <w:szCs w:val="24"/>
              </w:rPr>
              <w:t xml:space="preserve"> zjawiska społeczne w zakresie socjologii</w:t>
            </w:r>
          </w:p>
        </w:tc>
        <w:tc>
          <w:tcPr>
            <w:tcW w:w="1873" w:type="dxa"/>
          </w:tcPr>
          <w:p w14:paraId="375673F4" w14:textId="77777777" w:rsidR="00EE7708" w:rsidRPr="00EE7708" w:rsidRDefault="00EE7708" w:rsidP="00CC08E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color w:val="000000"/>
              </w:rPr>
            </w:pPr>
            <w:r w:rsidRPr="00EE7708">
              <w:rPr>
                <w:rFonts w:ascii="Corbel" w:hAnsi="Corbel" w:cs="Calibri"/>
                <w:b w:val="0"/>
                <w:color w:val="000000"/>
              </w:rPr>
              <w:t>KU_01</w:t>
            </w:r>
          </w:p>
        </w:tc>
      </w:tr>
      <w:tr w:rsidR="00EE7708" w:rsidRPr="009C54AE" w14:paraId="39D6FD9A" w14:textId="77777777" w:rsidTr="005E6E85">
        <w:tc>
          <w:tcPr>
            <w:tcW w:w="1701" w:type="dxa"/>
          </w:tcPr>
          <w:p w14:paraId="139A5216" w14:textId="77777777" w:rsidR="00EE7708" w:rsidRPr="00EE7708" w:rsidRDefault="00EE7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410279E" w14:textId="77777777" w:rsidR="00EE7708" w:rsidRPr="00EE7708" w:rsidRDefault="00D54CE5" w:rsidP="00CC08E1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Student</w:t>
            </w:r>
            <w:r w:rsidR="00E734B5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E7708" w:rsidRPr="00EE7708">
              <w:rPr>
                <w:rFonts w:ascii="Corbel" w:hAnsi="Corbel"/>
                <w:color w:val="000000"/>
                <w:sz w:val="24"/>
                <w:szCs w:val="24"/>
              </w:rPr>
              <w:t>samodzieln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EE7708" w:rsidRPr="00EE7708">
              <w:rPr>
                <w:rFonts w:ascii="Corbel" w:hAnsi="Corbel"/>
                <w:color w:val="000000"/>
                <w:sz w:val="24"/>
                <w:szCs w:val="24"/>
              </w:rPr>
              <w:t>e plan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uje</w:t>
            </w:r>
            <w:r w:rsidR="00EE7708" w:rsidRPr="00EE7708">
              <w:rPr>
                <w:rFonts w:ascii="Corbel" w:hAnsi="Corbel"/>
                <w:color w:val="000000"/>
                <w:sz w:val="24"/>
                <w:szCs w:val="24"/>
              </w:rPr>
              <w:t xml:space="preserve"> i realiz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uje uczenie</w:t>
            </w:r>
            <w:r w:rsidR="00EE7708" w:rsidRPr="00EE7708">
              <w:rPr>
                <w:rFonts w:ascii="Corbel" w:hAnsi="Corbel"/>
                <w:color w:val="000000"/>
                <w:sz w:val="24"/>
                <w:szCs w:val="24"/>
              </w:rPr>
              <w:t xml:space="preserve"> się przez całe życie</w:t>
            </w:r>
          </w:p>
        </w:tc>
        <w:tc>
          <w:tcPr>
            <w:tcW w:w="1873" w:type="dxa"/>
          </w:tcPr>
          <w:p w14:paraId="0A68FFC2" w14:textId="77777777" w:rsidR="00EE7708" w:rsidRPr="00EE7708" w:rsidRDefault="00EE7708" w:rsidP="00CC08E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color w:val="000000"/>
              </w:rPr>
            </w:pPr>
            <w:r w:rsidRPr="00EE7708">
              <w:rPr>
                <w:rFonts w:ascii="Corbel" w:hAnsi="Corbel" w:cs="Calibri"/>
                <w:b w:val="0"/>
                <w:color w:val="000000"/>
              </w:rPr>
              <w:t>KU_12</w:t>
            </w:r>
          </w:p>
        </w:tc>
      </w:tr>
    </w:tbl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5FB081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B2D51" w:rsidRPr="003912B2" w14:paraId="53917E6C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F133B" w14:textId="77777777" w:rsidR="00CB2D51" w:rsidRPr="003912B2" w:rsidRDefault="00CB2D51" w:rsidP="00B64A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2D51" w:rsidRPr="003912B2" w14:paraId="4DE6158E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BD3B9" w14:textId="77777777" w:rsidR="00CB2D51" w:rsidRPr="003912B2" w:rsidRDefault="00CB2D51" w:rsidP="00B64AF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 xml:space="preserve">Geneza, istota i rozwój socjologii. Obraz współczesnej socjologii. Socjologia a inne nauki społeczne. </w:t>
            </w:r>
          </w:p>
        </w:tc>
      </w:tr>
      <w:tr w:rsidR="00CB2D51" w:rsidRPr="003912B2" w14:paraId="3B738B8B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CF04" w14:textId="77777777" w:rsidR="00CB2D51" w:rsidRPr="003912B2" w:rsidRDefault="00CB2D51" w:rsidP="00B64AFC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Symbole i kultura. Świat symboli. Symbole i społeczeństwo. Systemy symboli. Zróżnicowanie kulturowe.</w:t>
            </w:r>
          </w:p>
        </w:tc>
      </w:tr>
      <w:tr w:rsidR="00CB2D51" w:rsidRPr="003912B2" w14:paraId="262AD1CC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D2B16" w14:textId="77777777" w:rsidR="00CB2D51" w:rsidRPr="003912B2" w:rsidRDefault="00CB2D51" w:rsidP="00B64AFC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 xml:space="preserve">Struktura społeczna. Elementy oraz rodzaje struktur społecznych – ich znaczenie w życiu społecznym jednostek. Środowisko społeczne – kręgi społeczne, wspólnoty, społeczności </w:t>
            </w:r>
            <w:r w:rsidRPr="003912B2">
              <w:rPr>
                <w:rFonts w:ascii="Corbel" w:hAnsi="Corbel"/>
                <w:sz w:val="24"/>
                <w:szCs w:val="24"/>
              </w:rPr>
              <w:lastRenderedPageBreak/>
              <w:t>lokalne. Grupy społeczne, grupy przynależności i grupy odniesienia – struktura grup, układ ról. Teoria roli społecznej. Tożsamość i role społeczne. Więź społeczna.</w:t>
            </w:r>
          </w:p>
        </w:tc>
      </w:tr>
      <w:tr w:rsidR="00CB2D51" w:rsidRPr="003912B2" w14:paraId="6A3AE832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F3AAD" w14:textId="77777777" w:rsidR="00CB2D51" w:rsidRPr="003912B2" w:rsidRDefault="00CB2D51" w:rsidP="00B64AFC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lastRenderedPageBreak/>
              <w:t xml:space="preserve">Grupy i organizacje. Wielkość grupy, siła, dynamika. Organizacje złożone. </w:t>
            </w:r>
          </w:p>
        </w:tc>
      </w:tr>
      <w:tr w:rsidR="00CB2D51" w:rsidRPr="003912B2" w14:paraId="76423E6D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AAED6" w14:textId="77777777" w:rsidR="00CB2D51" w:rsidRPr="003912B2" w:rsidRDefault="00CB2D51" w:rsidP="00B64AFC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Zachowania, działania, interakcje. Interakcje społeczne – symboliczna natura ludzkich interakcji, klasyfikacja podczas interakcji, interakcje z grupami odniesienia i nieobecnymi.</w:t>
            </w:r>
          </w:p>
        </w:tc>
      </w:tr>
      <w:tr w:rsidR="00CB2D51" w:rsidRPr="003912B2" w14:paraId="519C2BD7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1D102" w14:textId="77777777" w:rsidR="00CB2D51" w:rsidRPr="003912B2" w:rsidRDefault="00CB2D51" w:rsidP="00B64AFC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Socjalizacja. Interakcja a proces stawania się człowiekiem. Socjalizacja a społeczeństwo. Proces socjalizacji. Stadia socjalizacji. Stabilność i zmiana w porządku społecznym. Socjologiczna koncepcja osobowości.</w:t>
            </w:r>
          </w:p>
        </w:tc>
      </w:tr>
      <w:tr w:rsidR="00CB2D51" w:rsidRPr="003912B2" w14:paraId="231EFB4C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AC972" w14:textId="77777777" w:rsidR="00CB2D51" w:rsidRPr="003912B2" w:rsidRDefault="00CB2D51" w:rsidP="00B64AFC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rozwoju społeczeństw – od społeczeństwa pierwotnego do społeczeństwa informacyjnego. Czynniki rozwoju społecznego.</w:t>
            </w:r>
          </w:p>
        </w:tc>
      </w:tr>
    </w:tbl>
    <w:p w14:paraId="049F31C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312826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B2D51" w:rsidRPr="003912B2" w14:paraId="668CB14F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7BB64" w14:textId="77777777" w:rsidR="00CB2D51" w:rsidRPr="003912B2" w:rsidRDefault="00CB2D51" w:rsidP="00B64AF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2D51" w:rsidRPr="003912B2" w14:paraId="131D7D9D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B1691" w14:textId="77777777" w:rsidR="00CB2D51" w:rsidRPr="003912B2" w:rsidRDefault="00CB2D51" w:rsidP="00B64AF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Socjologia jako nauka, historyczne uwarunkowania jej powstania. Socjologia i jej relacje z innymi naukami.</w:t>
            </w:r>
          </w:p>
        </w:tc>
      </w:tr>
      <w:tr w:rsidR="00CB2D51" w:rsidRPr="003912B2" w14:paraId="62F6A305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8A7B4" w14:textId="77777777" w:rsidR="00CB2D51" w:rsidRPr="003912B2" w:rsidRDefault="00CB2D51" w:rsidP="00B64AF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Interakcje społeczne i ich typy. Interakcja jako wymiana, komunikacja i gra</w:t>
            </w:r>
          </w:p>
        </w:tc>
      </w:tr>
      <w:tr w:rsidR="00CB2D51" w:rsidRPr="003912B2" w14:paraId="5AA71041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CFC2" w14:textId="77777777" w:rsidR="00CB2D51" w:rsidRPr="003912B2" w:rsidRDefault="00CB2D51" w:rsidP="00B64AF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Społeczeństwo, naród i państwo w analizie socjologicznej.</w:t>
            </w:r>
          </w:p>
        </w:tc>
      </w:tr>
      <w:tr w:rsidR="00CB2D51" w:rsidRPr="003912B2" w14:paraId="4250CC73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77217" w14:textId="77777777" w:rsidR="00CB2D51" w:rsidRPr="003912B2" w:rsidRDefault="00CB2D51" w:rsidP="00B64AF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Kultura: dziedziny kultury, relatywizm kulturowy, kultura symboliczna</w:t>
            </w:r>
          </w:p>
        </w:tc>
      </w:tr>
      <w:tr w:rsidR="00CB2D51" w:rsidRPr="003912B2" w14:paraId="56B55DA8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0276D" w14:textId="77777777" w:rsidR="00CB2D51" w:rsidRPr="003912B2" w:rsidRDefault="00CB2D51" w:rsidP="00B64AF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 xml:space="preserve">Zmiana społeczno-kulturowa. Typy społeczeństw, teorie: modernizacji i zależności. </w:t>
            </w:r>
          </w:p>
        </w:tc>
      </w:tr>
      <w:tr w:rsidR="00CB2D51" w:rsidRPr="003912B2" w14:paraId="7D61081B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6E6CD" w14:textId="77777777" w:rsidR="00CB2D51" w:rsidRPr="003912B2" w:rsidRDefault="00CB2D51" w:rsidP="00B64AF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Odmiany zbiorowości społecznych: grupa pierwotna, grupy formalne, społeczność lokalna, naród.</w:t>
            </w:r>
          </w:p>
        </w:tc>
      </w:tr>
      <w:tr w:rsidR="00CB2D51" w:rsidRPr="003912B2" w14:paraId="04CA6115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0F883" w14:textId="77777777" w:rsidR="00CB2D51" w:rsidRPr="003912B2" w:rsidRDefault="00CB2D51" w:rsidP="00B64AF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Socjalizacja i kontrola społeczna. Dewiacja i konformizm.</w:t>
            </w:r>
          </w:p>
        </w:tc>
      </w:tr>
      <w:tr w:rsidR="00CB2D51" w:rsidRPr="003912B2" w14:paraId="53F68DB7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B0B8A" w14:textId="77777777" w:rsidR="00CB2D51" w:rsidRPr="003912B2" w:rsidRDefault="00CB2D51" w:rsidP="00B64AFC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2486C05" w14:textId="77777777" w:rsidR="0085747A" w:rsidRPr="00F7058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83BBE8" w14:textId="77777777" w:rsidR="00E960BB" w:rsidRPr="00CC08E1" w:rsidRDefault="002606E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C08E1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4B99056E" w14:textId="77777777" w:rsidR="00E960BB" w:rsidRPr="00CC08E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B99550" w14:textId="77777777" w:rsidR="00E960BB" w:rsidRPr="00CC08E1" w:rsidRDefault="002606EE" w:rsidP="002606EE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CC08E1">
        <w:rPr>
          <w:rFonts w:ascii="Corbel" w:hAnsi="Corbel"/>
          <w:b w:val="0"/>
          <w:smallCaps w:val="0"/>
          <w:szCs w:val="24"/>
        </w:rPr>
        <w:t>Ćwiczenia: analiza tekstów z dyskusją, praca w grupach (rozwiązywanie zadań, dyskusja)</w:t>
      </w:r>
    </w:p>
    <w:p w14:paraId="1299C43A" w14:textId="77777777" w:rsidR="002606EE" w:rsidRDefault="002606E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545AC8" w14:textId="1993AED7" w:rsidR="0085747A" w:rsidRPr="009C54AE" w:rsidRDefault="0085747A" w:rsidP="009C54AE">
      <w:pPr>
        <w:pStyle w:val="Punktygwne"/>
        <w:tabs>
          <w:tab w:val="left" w:pos="284"/>
        </w:tabs>
        <w:spacing w:before="0" w:after="0"/>
      </w:pPr>
    </w:p>
    <w:p w14:paraId="21941833" w14:textId="2E236E1A" w:rsidR="0085747A" w:rsidRPr="009C54AE" w:rsidRDefault="007E4187" w:rsidP="2C40C445">
      <w:pPr>
        <w:spacing w:after="0"/>
      </w:pPr>
      <w:r>
        <w:br w:type="page"/>
      </w:r>
    </w:p>
    <w:p w14:paraId="1078A5AC" w14:textId="77777777" w:rsidR="0085747A" w:rsidRPr="009C54AE" w:rsidRDefault="00C61DC5" w:rsidP="2C40C44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2C40C445">
        <w:rPr>
          <w:rFonts w:ascii="Corbel" w:hAnsi="Corbel"/>
          <w:smallCaps w:val="0"/>
        </w:rPr>
        <w:lastRenderedPageBreak/>
        <w:t xml:space="preserve">4. </w:t>
      </w:r>
      <w:r w:rsidR="0085747A" w:rsidRPr="2C40C445">
        <w:rPr>
          <w:rFonts w:ascii="Corbel" w:hAnsi="Corbel"/>
          <w:smallCaps w:val="0"/>
        </w:rPr>
        <w:t>METODY I KRYTERIA OCENY</w:t>
      </w:r>
      <w:r w:rsidR="009F4610" w:rsidRPr="2C40C445">
        <w:rPr>
          <w:rFonts w:ascii="Corbel" w:hAnsi="Corbel"/>
          <w:smallCaps w:val="0"/>
        </w:rPr>
        <w:t xml:space="preserve"> </w:t>
      </w:r>
    </w:p>
    <w:p w14:paraId="4DDBEF0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A2E7053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FCAB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D67E5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9086C" w:rsidRPr="009C54AE" w14:paraId="7E918CF3" w14:textId="77777777" w:rsidTr="00C05F44">
        <w:tc>
          <w:tcPr>
            <w:tcW w:w="1985" w:type="dxa"/>
          </w:tcPr>
          <w:p w14:paraId="4EEBB90D" w14:textId="77777777" w:rsidR="0049086C" w:rsidRPr="00EE7708" w:rsidRDefault="0049086C" w:rsidP="009D49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0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770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6E19D086" w14:textId="77777777" w:rsidR="0049086C" w:rsidRPr="00CC08E1" w:rsidRDefault="0049086C" w:rsidP="00CC08E1">
            <w:pPr>
              <w:spacing w:after="0" w:line="240" w:lineRule="auto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0745D724" w14:textId="77777777" w:rsidR="0049086C" w:rsidRPr="00CC08E1" w:rsidRDefault="0049086C" w:rsidP="00CC08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49086C" w:rsidRPr="009C54AE" w14:paraId="66DDD908" w14:textId="77777777" w:rsidTr="00C05F44">
        <w:tc>
          <w:tcPr>
            <w:tcW w:w="1985" w:type="dxa"/>
          </w:tcPr>
          <w:p w14:paraId="69FEFE27" w14:textId="77777777" w:rsidR="0049086C" w:rsidRPr="00EE7708" w:rsidRDefault="0049086C" w:rsidP="009D49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0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F9CA06A" w14:textId="77777777" w:rsidR="0049086C" w:rsidRPr="00CC08E1" w:rsidRDefault="0049086C" w:rsidP="00CC08E1">
            <w:pPr>
              <w:spacing w:after="0" w:line="240" w:lineRule="auto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2FD81269" w14:textId="77777777" w:rsidR="0049086C" w:rsidRPr="00CC08E1" w:rsidRDefault="0049086C" w:rsidP="00CC08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49086C" w:rsidRPr="009C54AE" w14:paraId="07A57AB4" w14:textId="77777777" w:rsidTr="00C05F44">
        <w:tc>
          <w:tcPr>
            <w:tcW w:w="1985" w:type="dxa"/>
          </w:tcPr>
          <w:p w14:paraId="002D746F" w14:textId="77777777" w:rsidR="0049086C" w:rsidRPr="00EE7708" w:rsidRDefault="0049086C" w:rsidP="009D49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336389A" w14:textId="77777777" w:rsidR="0049086C" w:rsidRPr="00CC08E1" w:rsidRDefault="0049086C" w:rsidP="00CC08E1">
            <w:pPr>
              <w:spacing w:after="0" w:line="240" w:lineRule="auto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633E175F" w14:textId="77777777" w:rsidR="0049086C" w:rsidRPr="00CC08E1" w:rsidRDefault="0049086C" w:rsidP="00CC08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49086C" w:rsidRPr="009C54AE" w14:paraId="356B3A2C" w14:textId="77777777" w:rsidTr="00C05F44">
        <w:tc>
          <w:tcPr>
            <w:tcW w:w="1985" w:type="dxa"/>
          </w:tcPr>
          <w:p w14:paraId="5990E71B" w14:textId="77777777" w:rsidR="0049086C" w:rsidRPr="00EE7708" w:rsidRDefault="0049086C" w:rsidP="009D49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56027BD" w14:textId="77777777" w:rsidR="0049086C" w:rsidRPr="00CC08E1" w:rsidRDefault="0049086C" w:rsidP="00CC08E1">
            <w:pPr>
              <w:spacing w:after="0" w:line="240" w:lineRule="auto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683CF157" w14:textId="77777777" w:rsidR="0049086C" w:rsidRPr="00CC08E1" w:rsidRDefault="0049086C" w:rsidP="00CC08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49086C" w:rsidRPr="009C54AE" w14:paraId="7E69812C" w14:textId="77777777" w:rsidTr="00C05F44">
        <w:tc>
          <w:tcPr>
            <w:tcW w:w="1985" w:type="dxa"/>
          </w:tcPr>
          <w:p w14:paraId="4A2F1096" w14:textId="77777777" w:rsidR="0049086C" w:rsidRPr="00EE7708" w:rsidRDefault="0049086C" w:rsidP="009D49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5F86853" w14:textId="77777777" w:rsidR="0049086C" w:rsidRPr="00CC08E1" w:rsidRDefault="0049086C" w:rsidP="00CC08E1">
            <w:pPr>
              <w:spacing w:after="0" w:line="240" w:lineRule="auto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10572BDD" w14:textId="77777777" w:rsidR="0049086C" w:rsidRPr="00CC08E1" w:rsidRDefault="0049086C" w:rsidP="00CC08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49086C" w:rsidRPr="009C54AE" w14:paraId="3D9D3B50" w14:textId="77777777" w:rsidTr="00C05F44">
        <w:tc>
          <w:tcPr>
            <w:tcW w:w="1985" w:type="dxa"/>
          </w:tcPr>
          <w:p w14:paraId="1E73F495" w14:textId="77777777" w:rsidR="0049086C" w:rsidRPr="00EE7708" w:rsidRDefault="0049086C" w:rsidP="009D49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E1ACAA6" w14:textId="77777777" w:rsidR="0049086C" w:rsidRPr="00CC08E1" w:rsidRDefault="0049086C" w:rsidP="00CC08E1">
            <w:pPr>
              <w:spacing w:after="0" w:line="240" w:lineRule="auto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B793073" w14:textId="77777777" w:rsidR="0049086C" w:rsidRPr="00CC08E1" w:rsidRDefault="00EF400E" w:rsidP="00CC08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ć</w:t>
            </w:r>
            <w:r w:rsidR="0049086C" w:rsidRPr="00CC08E1">
              <w:rPr>
                <w:rFonts w:ascii="Corbel" w:hAnsi="Corbel"/>
                <w:sz w:val="24"/>
                <w:szCs w:val="24"/>
              </w:rPr>
              <w:t>w</w:t>
            </w:r>
            <w:r w:rsidRPr="00CC08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CF2D8B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E3D4C1" w14:textId="77777777" w:rsidTr="00923D7D">
        <w:tc>
          <w:tcPr>
            <w:tcW w:w="9670" w:type="dxa"/>
          </w:tcPr>
          <w:p w14:paraId="029B4EEA" w14:textId="77777777" w:rsidR="00CB2D51" w:rsidRPr="003912B2" w:rsidRDefault="00CB2D51" w:rsidP="00CB2D5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Wykład: egzamin pisemny w formie testu.</w:t>
            </w:r>
          </w:p>
          <w:p w14:paraId="1B2F0A00" w14:textId="77777777" w:rsidR="00CB2D51" w:rsidRDefault="00CB2D51" w:rsidP="00CB2D5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Ćwiczenia: zaliczenie z oceną na podstawie kolokwium pisemnego w formie testu.</w:t>
            </w:r>
          </w:p>
          <w:p w14:paraId="769F752B" w14:textId="77777777" w:rsidR="00CB2D51" w:rsidRDefault="00CB2D51" w:rsidP="00CB2D5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bardzo dobra (5,0) z kolokwium zaliczeniowego zwalnia z udziału w egzaminie pisemnym. </w:t>
            </w:r>
          </w:p>
          <w:p w14:paraId="5E5EFB4A" w14:textId="77777777" w:rsidR="00CB2D51" w:rsidRDefault="00CB2D51" w:rsidP="00CB2D5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10C95D5" w14:textId="7CDB2BB5" w:rsidR="0085747A" w:rsidRPr="00F46ED7" w:rsidRDefault="00CB2D51" w:rsidP="00CB2D51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Studenci mogą uzyskać dodatkowe punkty na podstawie aktywności w ramach ćwiczeń (udział w dyskusjach problemowych). Uzyskane punkty mogą być częścią składową oceny zaliczeniowej w ramach ćwiczeń.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9509FA8" w14:textId="77777777" w:rsidTr="00923D7D">
        <w:tc>
          <w:tcPr>
            <w:tcW w:w="4962" w:type="dxa"/>
          </w:tcPr>
          <w:p w14:paraId="57842AD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74B1212" w14:textId="51548789" w:rsidR="0085747A" w:rsidRPr="009C54AE" w:rsidRDefault="00871D0D" w:rsidP="007E41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2606E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09F0BAA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C61DC5" w:rsidRPr="009C54AE" w:rsidRDefault="00F46ED7" w:rsidP="007E41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759BBDED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E3165D" w14:textId="69990CFA" w:rsidR="00C61DC5" w:rsidRPr="009C54AE" w:rsidRDefault="00871D0D" w:rsidP="007E41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F46ED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308A452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5FA94C" w14:textId="77777777" w:rsidR="0085747A" w:rsidRPr="009C54AE" w:rsidRDefault="00F46ED7" w:rsidP="007E41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5CA6A37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240AAE" w14:textId="77777777" w:rsidR="0085747A" w:rsidRPr="009C54AE" w:rsidRDefault="002606EE" w:rsidP="007E41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CE0A4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E6200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AD8BB85" w14:textId="77777777" w:rsidR="0085747A" w:rsidRPr="009C54AE" w:rsidRDefault="00FE1B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E6200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3AC2E41B" w14:textId="77777777" w:rsidR="0085747A" w:rsidRPr="009C54AE" w:rsidRDefault="00FE1B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98A12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46DB82" w14:textId="77777777" w:rsidR="007E6200" w:rsidRDefault="007E620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0C99B8" w14:textId="4F048317" w:rsidR="0085747A" w:rsidRPr="009C54AE" w:rsidRDefault="0085747A" w:rsidP="009C54AE">
      <w:pPr>
        <w:pStyle w:val="Punktygwne"/>
        <w:spacing w:before="0" w:after="0"/>
      </w:pPr>
    </w:p>
    <w:p w14:paraId="59799834" w14:textId="7A7684A0" w:rsidR="0085747A" w:rsidRPr="009C54AE" w:rsidRDefault="009D2E93" w:rsidP="2C40C445">
      <w:pPr>
        <w:spacing w:after="0"/>
      </w:pPr>
      <w:r>
        <w:br w:type="page"/>
      </w:r>
    </w:p>
    <w:p w14:paraId="7630DC2B" w14:textId="77777777" w:rsidR="0085747A" w:rsidRPr="009C54AE" w:rsidRDefault="00675843" w:rsidP="2C40C445">
      <w:pPr>
        <w:pStyle w:val="Punktygwne"/>
        <w:spacing w:before="0" w:after="0"/>
        <w:rPr>
          <w:rFonts w:ascii="Corbel" w:hAnsi="Corbel"/>
          <w:smallCaps w:val="0"/>
        </w:rPr>
      </w:pPr>
      <w:r w:rsidRPr="2C40C445">
        <w:rPr>
          <w:rFonts w:ascii="Corbel" w:hAnsi="Corbel"/>
          <w:smallCaps w:val="0"/>
        </w:rPr>
        <w:lastRenderedPageBreak/>
        <w:t xml:space="preserve">7. </w:t>
      </w:r>
      <w:r w:rsidR="0085747A" w:rsidRPr="2C40C445">
        <w:rPr>
          <w:rFonts w:ascii="Corbel" w:hAnsi="Corbel"/>
          <w:smallCaps w:val="0"/>
        </w:rPr>
        <w:t>LITERATURA</w:t>
      </w:r>
      <w:r w:rsidRPr="2C40C445">
        <w:rPr>
          <w:rFonts w:ascii="Corbel" w:hAnsi="Corbel"/>
          <w:smallCaps w:val="0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3D77237" w14:textId="77777777" w:rsidTr="00B3485E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348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10FFD37" w14:textId="77777777" w:rsidR="00B3485E" w:rsidRPr="00B3485E" w:rsidRDefault="00B3485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5B16855" w14:textId="77777777" w:rsidR="00F7058F" w:rsidRPr="00F7058F" w:rsidRDefault="00F7058F" w:rsidP="00F7058F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Bolesta-Kukuła K.,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Socjologia ogólna</w:t>
            </w:r>
            <w:r w:rsidRPr="00F7058F">
              <w:rPr>
                <w:rFonts w:ascii="Corbel" w:hAnsi="Corbel"/>
                <w:sz w:val="24"/>
                <w:szCs w:val="24"/>
              </w:rPr>
              <w:t>, Warszawa 2003;</w:t>
            </w:r>
          </w:p>
          <w:p w14:paraId="50EA90B8" w14:textId="77777777" w:rsidR="00F7058F" w:rsidRPr="00F7058F" w:rsidRDefault="00F7058F" w:rsidP="00F7058F">
            <w:pPr>
              <w:spacing w:after="0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Giddens A.,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Socjologia</w:t>
            </w:r>
            <w:r w:rsidRPr="00F7058F">
              <w:rPr>
                <w:rFonts w:ascii="Corbel" w:hAnsi="Corbel"/>
                <w:sz w:val="24"/>
                <w:szCs w:val="24"/>
              </w:rPr>
              <w:t>, Warszawa 2004;</w:t>
            </w:r>
          </w:p>
          <w:p w14:paraId="6B1BB363" w14:textId="77777777" w:rsidR="00F7058F" w:rsidRPr="00F7058F" w:rsidRDefault="00F7058F" w:rsidP="00F705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Polakowska-Kujawa J.,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Socjologia ogólna. Wybrane problem</w:t>
            </w:r>
            <w:r w:rsidRPr="00F7058F">
              <w:rPr>
                <w:rFonts w:ascii="Corbel" w:hAnsi="Corbel"/>
                <w:sz w:val="24"/>
                <w:szCs w:val="24"/>
              </w:rPr>
              <w:t>y, Warszawa 2005;</w:t>
            </w:r>
          </w:p>
          <w:p w14:paraId="4EB22A28" w14:textId="77777777" w:rsidR="00F7058F" w:rsidRPr="00F7058F" w:rsidRDefault="00F7058F" w:rsidP="00F7058F">
            <w:pPr>
              <w:spacing w:after="0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Szacka B.,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Wprowadzenie do socjologii</w:t>
            </w:r>
            <w:r w:rsidRPr="00F7058F">
              <w:rPr>
                <w:rFonts w:ascii="Corbel" w:hAnsi="Corbel"/>
                <w:sz w:val="24"/>
                <w:szCs w:val="24"/>
              </w:rPr>
              <w:t>, Warszawa 2003;</w:t>
            </w:r>
          </w:p>
          <w:p w14:paraId="03FF81ED" w14:textId="77777777" w:rsidR="00F7058F" w:rsidRPr="00F7058F" w:rsidRDefault="00F7058F" w:rsidP="00F705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Sztompka P.,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Socjologia. Analiza społeczeństwa</w:t>
            </w:r>
            <w:r w:rsidRPr="00F7058F">
              <w:rPr>
                <w:rFonts w:ascii="Corbel" w:hAnsi="Corbel"/>
                <w:sz w:val="24"/>
                <w:szCs w:val="24"/>
              </w:rPr>
              <w:t>, Kraków 2007;</w:t>
            </w:r>
          </w:p>
          <w:p w14:paraId="6D758C88" w14:textId="77777777" w:rsidR="00F7058F" w:rsidRPr="00F7058F" w:rsidRDefault="00F7058F" w:rsidP="00F705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Sztompka P.,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Socjologia zmian społecznych</w:t>
            </w:r>
            <w:r w:rsidRPr="00F7058F">
              <w:rPr>
                <w:rFonts w:ascii="Corbel" w:hAnsi="Corbel"/>
                <w:sz w:val="24"/>
                <w:szCs w:val="24"/>
              </w:rPr>
              <w:t>, Kraków 2005;</w:t>
            </w:r>
          </w:p>
          <w:p w14:paraId="0802EF91" w14:textId="77777777" w:rsidR="00F7058F" w:rsidRPr="00F7058F" w:rsidRDefault="00F7058F" w:rsidP="00F705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Sztompka P., Kucia M. (red.)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Socjologia lektury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7058F">
              <w:rPr>
                <w:rFonts w:ascii="Corbel" w:hAnsi="Corbel"/>
                <w:sz w:val="24"/>
                <w:szCs w:val="24"/>
              </w:rPr>
              <w:t>Kraków 2005;</w:t>
            </w:r>
          </w:p>
          <w:p w14:paraId="5C632CDA" w14:textId="77777777" w:rsidR="00F7058F" w:rsidRPr="00F7058F" w:rsidRDefault="00F7058F" w:rsidP="00F7058F">
            <w:pPr>
              <w:spacing w:after="0"/>
              <w:rPr>
                <w:sz w:val="20"/>
                <w:szCs w:val="20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Turner J.,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Socjologia. Koncepcje i ich zastosowanie</w:t>
            </w:r>
            <w:r w:rsidRPr="00F7058F">
              <w:rPr>
                <w:rFonts w:ascii="Corbel" w:hAnsi="Corbel"/>
                <w:sz w:val="24"/>
                <w:szCs w:val="24"/>
              </w:rPr>
              <w:t>, Poznań 1994.</w:t>
            </w:r>
          </w:p>
        </w:tc>
      </w:tr>
      <w:tr w:rsidR="0085747A" w:rsidRPr="00F7058F" w14:paraId="09079373" w14:textId="77777777" w:rsidTr="00B3485E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3485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B699379" w14:textId="77777777" w:rsidR="00B3485E" w:rsidRPr="00B3485E" w:rsidRDefault="00B3485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8510B24" w14:textId="77777777" w:rsidR="00F7058F" w:rsidRPr="00F7058F" w:rsidRDefault="00F7058F" w:rsidP="00F7058F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058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Aronson E., </w:t>
            </w:r>
            <w:r w:rsidRPr="00F7058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Człowiek – istota społeczna</w:t>
            </w:r>
            <w:r w:rsidRPr="00F7058F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2001;</w:t>
            </w:r>
          </w:p>
          <w:p w14:paraId="2D421156" w14:textId="77777777" w:rsidR="00F7058F" w:rsidRPr="00F7058F" w:rsidRDefault="00F7058F" w:rsidP="00F705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Domański H.,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Struktura społeczna</w:t>
            </w:r>
            <w:r w:rsidRPr="00F7058F">
              <w:rPr>
                <w:rFonts w:ascii="Corbel" w:hAnsi="Corbel"/>
                <w:sz w:val="24"/>
                <w:szCs w:val="24"/>
              </w:rPr>
              <w:t>, Warszawa 2004;</w:t>
            </w:r>
          </w:p>
          <w:p w14:paraId="5D6B7A0A" w14:textId="77777777" w:rsidR="00F7058F" w:rsidRPr="00F7058F" w:rsidRDefault="00F7058F" w:rsidP="00F7058F">
            <w:pPr>
              <w:spacing w:after="0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Goodman N.,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Wstęp do socjologii</w:t>
            </w:r>
            <w:r w:rsidRPr="00F7058F">
              <w:rPr>
                <w:rFonts w:ascii="Corbel" w:hAnsi="Corbel"/>
                <w:sz w:val="24"/>
                <w:szCs w:val="24"/>
              </w:rPr>
              <w:t>, Poznań 2001;</w:t>
            </w:r>
          </w:p>
          <w:p w14:paraId="78F806FF" w14:textId="77777777" w:rsidR="00F7058F" w:rsidRPr="00F7058F" w:rsidRDefault="00F7058F" w:rsidP="00F7058F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F7058F">
              <w:rPr>
                <w:rFonts w:ascii="Corbel" w:eastAsia="Times New Roman" w:hAnsi="Corbel"/>
                <w:sz w:val="24"/>
                <w:szCs w:val="24"/>
                <w:lang w:eastAsia="pl-PL"/>
              </w:rPr>
              <w:t>Homans</w:t>
            </w:r>
            <w:proofErr w:type="spellEnd"/>
            <w:r w:rsidRPr="00F7058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G., </w:t>
            </w:r>
            <w:r w:rsidRPr="00F7058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Pozycja przywódcy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[</w:t>
            </w:r>
            <w:r w:rsidRPr="00F7058F">
              <w:rPr>
                <w:rFonts w:ascii="Corbel" w:eastAsia="Times New Roman" w:hAnsi="Corbel"/>
                <w:sz w:val="24"/>
                <w:szCs w:val="24"/>
                <w:lang w:eastAsia="pl-PL"/>
              </w:rPr>
              <w:t>w: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]</w:t>
            </w:r>
            <w:r w:rsidRPr="00F7058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7058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Elementy teorii socjologicznych. Materiały do dziejów współczesnej socjologii zachodniej</w:t>
            </w:r>
            <w:r w:rsidRPr="00F7058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red. W. </w:t>
            </w:r>
            <w:proofErr w:type="spellStart"/>
            <w:r w:rsidRPr="00F7058F">
              <w:rPr>
                <w:rFonts w:ascii="Corbel" w:eastAsia="Times New Roman" w:hAnsi="Corbel"/>
                <w:sz w:val="24"/>
                <w:szCs w:val="24"/>
                <w:lang w:eastAsia="pl-PL"/>
              </w:rPr>
              <w:t>Derczyński</w:t>
            </w:r>
            <w:proofErr w:type="spellEnd"/>
            <w:r w:rsidRPr="00F7058F">
              <w:rPr>
                <w:rFonts w:ascii="Corbel" w:eastAsia="Times New Roman" w:hAnsi="Corbel"/>
                <w:sz w:val="24"/>
                <w:szCs w:val="24"/>
                <w:lang w:eastAsia="pl-PL"/>
              </w:rPr>
              <w:t>, A. Jasińska-Kania, J. Szacki, Warszawa 1975;</w:t>
            </w:r>
          </w:p>
          <w:p w14:paraId="36938C29" w14:textId="77777777" w:rsidR="00F7058F" w:rsidRPr="00F7058F" w:rsidRDefault="00F7058F" w:rsidP="00F705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Szczepański J.,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Elementarne pojęcia socjologii</w:t>
            </w:r>
            <w:r w:rsidRPr="00F7058F">
              <w:rPr>
                <w:rFonts w:ascii="Corbel" w:hAnsi="Corbel"/>
                <w:sz w:val="24"/>
                <w:szCs w:val="24"/>
              </w:rPr>
              <w:t>, Warszawa 1970;</w:t>
            </w:r>
          </w:p>
          <w:p w14:paraId="6E7F7C16" w14:textId="77777777" w:rsidR="00F7058F" w:rsidRPr="007C0758" w:rsidRDefault="00F7058F" w:rsidP="00F705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Turner J. H.,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Struktura teorii socjologicznej</w:t>
            </w:r>
            <w:r w:rsidRPr="00F7058F">
              <w:rPr>
                <w:rFonts w:ascii="Corbel" w:hAnsi="Corbel"/>
                <w:sz w:val="24"/>
                <w:szCs w:val="24"/>
              </w:rPr>
              <w:t>, Warszawa 2008;</w:t>
            </w:r>
          </w:p>
        </w:tc>
      </w:tr>
    </w:tbl>
    <w:p w14:paraId="3FE9F23F" w14:textId="77777777" w:rsidR="0085747A" w:rsidRPr="00F7058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8CE6F91" w14:textId="77777777" w:rsidR="000661FD" w:rsidRDefault="000661F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0661FD" w:rsidRDefault="000661F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B9E253" w14:textId="77777777" w:rsidR="000661FD" w:rsidRDefault="000661FD" w:rsidP="000661FD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23DE523C" w14:textId="77777777" w:rsidR="00EF400E" w:rsidRDefault="00EF400E" w:rsidP="000661FD">
      <w:pPr>
        <w:spacing w:line="240" w:lineRule="auto"/>
        <w:jc w:val="right"/>
        <w:rPr>
          <w:rFonts w:ascii="Corbel" w:hAnsi="Corbel"/>
          <w:bCs/>
          <w:i/>
        </w:rPr>
      </w:pPr>
    </w:p>
    <w:p w14:paraId="52E56223" w14:textId="77777777" w:rsidR="00EF400E" w:rsidRDefault="00EF400E" w:rsidP="000661FD">
      <w:pPr>
        <w:spacing w:line="240" w:lineRule="auto"/>
        <w:jc w:val="right"/>
        <w:rPr>
          <w:rFonts w:ascii="Corbel" w:hAnsi="Corbel"/>
          <w:bCs/>
          <w:i/>
        </w:rPr>
      </w:pPr>
    </w:p>
    <w:p w14:paraId="07547A01" w14:textId="77777777" w:rsidR="00EF400E" w:rsidRDefault="00EF400E" w:rsidP="000661FD">
      <w:pPr>
        <w:spacing w:line="240" w:lineRule="auto"/>
        <w:jc w:val="right"/>
        <w:rPr>
          <w:rFonts w:ascii="Corbel" w:hAnsi="Corbel"/>
          <w:bCs/>
          <w:i/>
        </w:rPr>
      </w:pPr>
    </w:p>
    <w:p w14:paraId="5043CB0F" w14:textId="77777777" w:rsidR="00EF400E" w:rsidRDefault="00EF400E" w:rsidP="007C2D2D">
      <w:pPr>
        <w:spacing w:line="240" w:lineRule="auto"/>
        <w:rPr>
          <w:rFonts w:ascii="Corbel" w:hAnsi="Corbel"/>
          <w:bCs/>
          <w:i/>
        </w:rPr>
      </w:pPr>
    </w:p>
    <w:sectPr w:rsidR="00EF40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1D5FF" w14:textId="77777777" w:rsidR="003743FB" w:rsidRDefault="003743FB" w:rsidP="00C16ABF">
      <w:pPr>
        <w:spacing w:after="0" w:line="240" w:lineRule="auto"/>
      </w:pPr>
      <w:r>
        <w:separator/>
      </w:r>
    </w:p>
  </w:endnote>
  <w:endnote w:type="continuationSeparator" w:id="0">
    <w:p w14:paraId="3BB503C2" w14:textId="77777777" w:rsidR="003743FB" w:rsidRDefault="003743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29F80" w14:textId="77777777" w:rsidR="003743FB" w:rsidRDefault="003743FB" w:rsidP="00C16ABF">
      <w:pPr>
        <w:spacing w:after="0" w:line="240" w:lineRule="auto"/>
      </w:pPr>
      <w:r>
        <w:separator/>
      </w:r>
    </w:p>
  </w:footnote>
  <w:footnote w:type="continuationSeparator" w:id="0">
    <w:p w14:paraId="7C7BA9D9" w14:textId="77777777" w:rsidR="003743FB" w:rsidRDefault="003743F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A564F" w:rsidRDefault="003A564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30FFA"/>
    <w:multiLevelType w:val="hybridMultilevel"/>
    <w:tmpl w:val="9E5E0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E7518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9994322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3643A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2360887">
    <w:abstractNumId w:val="1"/>
  </w:num>
  <w:num w:numId="2" w16cid:durableId="1735196981">
    <w:abstractNumId w:val="0"/>
  </w:num>
  <w:num w:numId="3" w16cid:durableId="1998880150">
    <w:abstractNumId w:val="3"/>
  </w:num>
  <w:num w:numId="4" w16cid:durableId="1116173852">
    <w:abstractNumId w:val="2"/>
  </w:num>
  <w:num w:numId="5" w16cid:durableId="180639340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216F"/>
    <w:rsid w:val="00042A51"/>
    <w:rsid w:val="00042D2E"/>
    <w:rsid w:val="00044C82"/>
    <w:rsid w:val="00053FDD"/>
    <w:rsid w:val="000661F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D09"/>
    <w:rsid w:val="000B3E37"/>
    <w:rsid w:val="000D04B0"/>
    <w:rsid w:val="000F1C57"/>
    <w:rsid w:val="000F5615"/>
    <w:rsid w:val="000F6224"/>
    <w:rsid w:val="00124BFF"/>
    <w:rsid w:val="00125464"/>
    <w:rsid w:val="0012560E"/>
    <w:rsid w:val="00127108"/>
    <w:rsid w:val="00134B13"/>
    <w:rsid w:val="00146BC0"/>
    <w:rsid w:val="0015297A"/>
    <w:rsid w:val="00153C41"/>
    <w:rsid w:val="00154381"/>
    <w:rsid w:val="001640A7"/>
    <w:rsid w:val="00164FA7"/>
    <w:rsid w:val="00166A03"/>
    <w:rsid w:val="001718A7"/>
    <w:rsid w:val="001737CF"/>
    <w:rsid w:val="00176083"/>
    <w:rsid w:val="00183359"/>
    <w:rsid w:val="00192F37"/>
    <w:rsid w:val="001A70D2"/>
    <w:rsid w:val="001D198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06EE"/>
    <w:rsid w:val="0027430B"/>
    <w:rsid w:val="00281FF2"/>
    <w:rsid w:val="002857DE"/>
    <w:rsid w:val="00291567"/>
    <w:rsid w:val="00297DDD"/>
    <w:rsid w:val="002A22BF"/>
    <w:rsid w:val="002A2389"/>
    <w:rsid w:val="002A671D"/>
    <w:rsid w:val="002B4D55"/>
    <w:rsid w:val="002B5EA0"/>
    <w:rsid w:val="002B6119"/>
    <w:rsid w:val="002C1F06"/>
    <w:rsid w:val="002C3D7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3FB"/>
    <w:rsid w:val="003A0A5B"/>
    <w:rsid w:val="003A1176"/>
    <w:rsid w:val="003A564F"/>
    <w:rsid w:val="003C0BAE"/>
    <w:rsid w:val="003D18A9"/>
    <w:rsid w:val="003D6CE2"/>
    <w:rsid w:val="003E1941"/>
    <w:rsid w:val="003E2FE6"/>
    <w:rsid w:val="003E49D5"/>
    <w:rsid w:val="003E5966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86C"/>
    <w:rsid w:val="00490F7D"/>
    <w:rsid w:val="00491678"/>
    <w:rsid w:val="004968E2"/>
    <w:rsid w:val="004A3EEA"/>
    <w:rsid w:val="004A4D1F"/>
    <w:rsid w:val="004C5771"/>
    <w:rsid w:val="004D5282"/>
    <w:rsid w:val="004F1551"/>
    <w:rsid w:val="004F55A3"/>
    <w:rsid w:val="004F6392"/>
    <w:rsid w:val="0050496F"/>
    <w:rsid w:val="00513B6F"/>
    <w:rsid w:val="005152DB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1DCF"/>
    <w:rsid w:val="0061029B"/>
    <w:rsid w:val="00617230"/>
    <w:rsid w:val="00621CE1"/>
    <w:rsid w:val="00627FC9"/>
    <w:rsid w:val="0063531E"/>
    <w:rsid w:val="00647FA8"/>
    <w:rsid w:val="00650C5F"/>
    <w:rsid w:val="00654934"/>
    <w:rsid w:val="006620D9"/>
    <w:rsid w:val="00671958"/>
    <w:rsid w:val="00675843"/>
    <w:rsid w:val="00696477"/>
    <w:rsid w:val="006B22A5"/>
    <w:rsid w:val="006D050F"/>
    <w:rsid w:val="006D105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0E"/>
    <w:rsid w:val="007C0758"/>
    <w:rsid w:val="007C2D2D"/>
    <w:rsid w:val="007C3299"/>
    <w:rsid w:val="007C3BCC"/>
    <w:rsid w:val="007C4546"/>
    <w:rsid w:val="007D6E56"/>
    <w:rsid w:val="007E4187"/>
    <w:rsid w:val="007E6200"/>
    <w:rsid w:val="007F4155"/>
    <w:rsid w:val="0081554D"/>
    <w:rsid w:val="0081707E"/>
    <w:rsid w:val="00834C5C"/>
    <w:rsid w:val="008449B3"/>
    <w:rsid w:val="008552A2"/>
    <w:rsid w:val="0085747A"/>
    <w:rsid w:val="00864738"/>
    <w:rsid w:val="00871D0D"/>
    <w:rsid w:val="00884922"/>
    <w:rsid w:val="00885F64"/>
    <w:rsid w:val="008917F9"/>
    <w:rsid w:val="008A24FF"/>
    <w:rsid w:val="008A45F7"/>
    <w:rsid w:val="008C0CC0"/>
    <w:rsid w:val="008C19A9"/>
    <w:rsid w:val="008C379D"/>
    <w:rsid w:val="008C5147"/>
    <w:rsid w:val="008C5359"/>
    <w:rsid w:val="008C5363"/>
    <w:rsid w:val="008D152A"/>
    <w:rsid w:val="008D3DFB"/>
    <w:rsid w:val="008E4E95"/>
    <w:rsid w:val="008E64F4"/>
    <w:rsid w:val="008F12C9"/>
    <w:rsid w:val="008F14D1"/>
    <w:rsid w:val="008F6E29"/>
    <w:rsid w:val="00916188"/>
    <w:rsid w:val="00923D7D"/>
    <w:rsid w:val="00940910"/>
    <w:rsid w:val="009417D1"/>
    <w:rsid w:val="009508DF"/>
    <w:rsid w:val="00950DAC"/>
    <w:rsid w:val="00954A07"/>
    <w:rsid w:val="00997F14"/>
    <w:rsid w:val="009A78D9"/>
    <w:rsid w:val="009C3E31"/>
    <w:rsid w:val="009C54AE"/>
    <w:rsid w:val="009C788E"/>
    <w:rsid w:val="009D2E93"/>
    <w:rsid w:val="009D3F3B"/>
    <w:rsid w:val="009D4938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5F3"/>
    <w:rsid w:val="00AE2E74"/>
    <w:rsid w:val="00AE52AF"/>
    <w:rsid w:val="00AE5FCB"/>
    <w:rsid w:val="00AF2C1E"/>
    <w:rsid w:val="00AF2C96"/>
    <w:rsid w:val="00B06142"/>
    <w:rsid w:val="00B135B1"/>
    <w:rsid w:val="00B23EEE"/>
    <w:rsid w:val="00B3130B"/>
    <w:rsid w:val="00B3485E"/>
    <w:rsid w:val="00B40ADB"/>
    <w:rsid w:val="00B43B77"/>
    <w:rsid w:val="00B43E80"/>
    <w:rsid w:val="00B607DB"/>
    <w:rsid w:val="00B66529"/>
    <w:rsid w:val="00B745EF"/>
    <w:rsid w:val="00B75946"/>
    <w:rsid w:val="00B8056E"/>
    <w:rsid w:val="00B819C8"/>
    <w:rsid w:val="00B82308"/>
    <w:rsid w:val="00B90885"/>
    <w:rsid w:val="00BB4DA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6F09"/>
    <w:rsid w:val="00C324C1"/>
    <w:rsid w:val="00C36992"/>
    <w:rsid w:val="00C56036"/>
    <w:rsid w:val="00C61DC5"/>
    <w:rsid w:val="00C67E92"/>
    <w:rsid w:val="00C70A26"/>
    <w:rsid w:val="00C766DF"/>
    <w:rsid w:val="00C80EE1"/>
    <w:rsid w:val="00C94B98"/>
    <w:rsid w:val="00CA2B96"/>
    <w:rsid w:val="00CA5089"/>
    <w:rsid w:val="00CB2D51"/>
    <w:rsid w:val="00CC08E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5E7"/>
    <w:rsid w:val="00D54CE5"/>
    <w:rsid w:val="00D552B2"/>
    <w:rsid w:val="00D608D1"/>
    <w:rsid w:val="00D67E5F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223"/>
    <w:rsid w:val="00E24BF5"/>
    <w:rsid w:val="00E25338"/>
    <w:rsid w:val="00E26B71"/>
    <w:rsid w:val="00E51E44"/>
    <w:rsid w:val="00E63348"/>
    <w:rsid w:val="00E734B5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708"/>
    <w:rsid w:val="00EF400E"/>
    <w:rsid w:val="00F07023"/>
    <w:rsid w:val="00F070AB"/>
    <w:rsid w:val="00F17567"/>
    <w:rsid w:val="00F24281"/>
    <w:rsid w:val="00F27A7B"/>
    <w:rsid w:val="00F46ED7"/>
    <w:rsid w:val="00F526AF"/>
    <w:rsid w:val="00F617C3"/>
    <w:rsid w:val="00F66B45"/>
    <w:rsid w:val="00F7058F"/>
    <w:rsid w:val="00F7066B"/>
    <w:rsid w:val="00F83ABF"/>
    <w:rsid w:val="00F83B28"/>
    <w:rsid w:val="00F974DA"/>
    <w:rsid w:val="00FA439F"/>
    <w:rsid w:val="00FA46E5"/>
    <w:rsid w:val="00FB7DBA"/>
    <w:rsid w:val="00FC1C25"/>
    <w:rsid w:val="00FC3CB6"/>
    <w:rsid w:val="00FC3F45"/>
    <w:rsid w:val="00FD503F"/>
    <w:rsid w:val="00FD7589"/>
    <w:rsid w:val="00FE1BF9"/>
    <w:rsid w:val="00FF016A"/>
    <w:rsid w:val="00FF1401"/>
    <w:rsid w:val="00FF5E7D"/>
    <w:rsid w:val="05146D39"/>
    <w:rsid w:val="0EC8871B"/>
    <w:rsid w:val="29F52D1E"/>
    <w:rsid w:val="2C40C445"/>
    <w:rsid w:val="36F1C75A"/>
    <w:rsid w:val="3F02C6EC"/>
    <w:rsid w:val="3FA08928"/>
    <w:rsid w:val="4CDF0376"/>
    <w:rsid w:val="5D6C3B19"/>
    <w:rsid w:val="7853F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815D6"/>
  <w15:chartTrackingRefBased/>
  <w15:docId w15:val="{0749ABF6-2587-4DD8-A8FF-D0B4CC1F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CC08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08E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CC08E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08E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C08E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FDB40-D7ED-4D54-9FBA-AC725AB1F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1075</Words>
  <Characters>6450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24</cp:revision>
  <cp:lastPrinted>2019-02-06T22:12:00Z</cp:lastPrinted>
  <dcterms:created xsi:type="dcterms:W3CDTF">2024-07-15T08:33:00Z</dcterms:created>
  <dcterms:modified xsi:type="dcterms:W3CDTF">2025-11-05T10:38:00Z</dcterms:modified>
</cp:coreProperties>
</file>